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15" w:rsidRPr="00E64E5C" w:rsidRDefault="00EB0715" w:rsidP="00C5734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4E5C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</w:t>
      </w:r>
    </w:p>
    <w:p w:rsidR="00EB0715" w:rsidRPr="00E64E5C" w:rsidRDefault="00EB0715" w:rsidP="00C5734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64E5C">
        <w:rPr>
          <w:rFonts w:ascii="Arial" w:hAnsi="Arial" w:cs="Arial"/>
          <w:b/>
          <w:bCs/>
          <w:sz w:val="24"/>
          <w:szCs w:val="24"/>
        </w:rPr>
        <w:t>Школьный этап, 2015-2016 учебный год</w:t>
      </w:r>
    </w:p>
    <w:p w:rsidR="00EB0715" w:rsidRDefault="00EB0715" w:rsidP="00C5734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Ответы. </w:t>
      </w:r>
      <w:r w:rsidRPr="00E64E5C">
        <w:rPr>
          <w:rFonts w:ascii="Arial" w:hAnsi="Arial" w:cs="Arial"/>
          <w:b/>
          <w:bCs/>
          <w:sz w:val="24"/>
          <w:szCs w:val="24"/>
        </w:rPr>
        <w:t>6 класс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E64E5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B0715" w:rsidRPr="00E64E5C" w:rsidRDefault="00EB0715" w:rsidP="002158F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Максимальное количество баллов - 51</w:t>
      </w:r>
    </w:p>
    <w:p w:rsidR="00EB0715" w:rsidRPr="00C57348" w:rsidRDefault="00EB0715" w:rsidP="00BC70EA">
      <w:pPr>
        <w:jc w:val="center"/>
        <w:rPr>
          <w:b/>
          <w:bCs/>
          <w:sz w:val="24"/>
          <w:szCs w:val="24"/>
        </w:rPr>
      </w:pPr>
      <w:r w:rsidRPr="00C57348">
        <w:rPr>
          <w:b/>
          <w:bCs/>
          <w:sz w:val="24"/>
          <w:szCs w:val="24"/>
        </w:rPr>
        <w:t>Тестовый раунд</w:t>
      </w:r>
    </w:p>
    <w:tbl>
      <w:tblPr>
        <w:tblW w:w="9396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  <w:gridCol w:w="255"/>
        <w:gridCol w:w="908"/>
        <w:gridCol w:w="3260"/>
        <w:gridCol w:w="1276"/>
      </w:tblGrid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  <w:tc>
          <w:tcPr>
            <w:tcW w:w="255" w:type="dxa"/>
            <w:vMerge w:val="restart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260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</w:tcPr>
          <w:p w:rsidR="00EB0715" w:rsidRPr="0064646A" w:rsidRDefault="00EB0715" w:rsidP="00947D8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4646A">
              <w:rPr>
                <w:rFonts w:ascii="Arial" w:hAnsi="Arial" w:cs="Arial"/>
              </w:rPr>
              <w:t>1-б, 2-а, 3-г, 4-в.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(0,5 балла за каждый правильный ответ)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</w:tcPr>
          <w:p w:rsidR="00EB0715" w:rsidRPr="0064646A" w:rsidRDefault="00EB0715" w:rsidP="00947D8D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4646A">
              <w:t xml:space="preserve">1-в, 2-г, 3-а, 4-б 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(0,5 балла за каждый правильный ответ)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</w:tcPr>
          <w:p w:rsidR="00EB0715" w:rsidRPr="0064646A" w:rsidRDefault="00EB0715" w:rsidP="00947D8D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4646A">
              <w:t>1-г, 2-а, 3-б, 4-в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(0,5 балла за каждый правильный ответ)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 w:rsidP="003D6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</w:tcPr>
          <w:p w:rsidR="00EB0715" w:rsidRPr="0064646A" w:rsidRDefault="00EB0715" w:rsidP="003D6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</w:tcPr>
          <w:p w:rsidR="00EB0715" w:rsidRPr="0064646A" w:rsidRDefault="00EB0715" w:rsidP="00947D8D">
            <w:pPr>
              <w:pStyle w:val="ListParagraph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4646A">
              <w:rPr>
                <w:rFonts w:ascii="Arial" w:hAnsi="Arial" w:cs="Arial"/>
              </w:rPr>
              <w:t>а – Азия, б - Атлантический, в – Антарктида, г – Синий или Голубой кит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(по 1 за верный ответ)</w:t>
            </w: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3"/>
            <w:vMerge w:val="restart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3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3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3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0715" w:rsidRPr="0064646A">
        <w:trPr>
          <w:tblCellSpacing w:w="0" w:type="dxa"/>
        </w:trPr>
        <w:tc>
          <w:tcPr>
            <w:tcW w:w="915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" w:type="dxa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gridSpan w:val="3"/>
            <w:vMerge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0715" w:rsidRPr="0064646A">
        <w:trPr>
          <w:tblCellSpacing w:w="0" w:type="dxa"/>
        </w:trPr>
        <w:tc>
          <w:tcPr>
            <w:tcW w:w="8120" w:type="dxa"/>
            <w:gridSpan w:val="6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EB0715" w:rsidRPr="0064646A" w:rsidRDefault="00EB0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</w:tr>
    </w:tbl>
    <w:p w:rsidR="00EB0715" w:rsidRDefault="00EB0715" w:rsidP="00BC70EA">
      <w:pPr>
        <w:jc w:val="center"/>
        <w:rPr>
          <w:b/>
          <w:bCs/>
          <w:sz w:val="24"/>
          <w:szCs w:val="24"/>
        </w:rPr>
      </w:pPr>
    </w:p>
    <w:p w:rsidR="00EB0715" w:rsidRPr="00C57348" w:rsidRDefault="00EB0715" w:rsidP="00BC70EA">
      <w:pPr>
        <w:jc w:val="center"/>
        <w:rPr>
          <w:b/>
          <w:bCs/>
        </w:rPr>
      </w:pPr>
      <w:r w:rsidRPr="00C57348">
        <w:rPr>
          <w:b/>
          <w:bCs/>
          <w:sz w:val="24"/>
          <w:szCs w:val="24"/>
        </w:rPr>
        <w:t>Аналитический раунд</w:t>
      </w:r>
    </w:p>
    <w:p w:rsidR="00EB0715" w:rsidRPr="008E3C80" w:rsidRDefault="00EB0715" w:rsidP="00BC70EA">
      <w:pPr>
        <w:rPr>
          <w:b/>
          <w:bCs/>
        </w:rPr>
      </w:pPr>
      <w:r w:rsidRPr="008E3C80">
        <w:rPr>
          <w:b/>
          <w:bCs/>
        </w:rPr>
        <w:t>Задание 1.</w:t>
      </w:r>
      <w:r>
        <w:rPr>
          <w:b/>
          <w:bCs/>
        </w:rPr>
        <w:t xml:space="preserve"> Максимальное количество баллов - 6</w:t>
      </w:r>
    </w:p>
    <w:p w:rsidR="00EB0715" w:rsidRPr="0064646A" w:rsidRDefault="00EB0715" w:rsidP="00717F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646A">
        <w:rPr>
          <w:rFonts w:ascii="Arial" w:hAnsi="Arial" w:cs="Arial"/>
          <w:sz w:val="24"/>
          <w:szCs w:val="24"/>
        </w:rPr>
        <w:t>Да, есть.  Это географические полюса (2 б). Достаточно знать только широту (2 б). 90 градусов (2 б).</w:t>
      </w:r>
    </w:p>
    <w:p w:rsidR="00EB0715" w:rsidRPr="008E3C80" w:rsidRDefault="00EB0715" w:rsidP="00717FF4">
      <w:pPr>
        <w:spacing w:after="0" w:line="240" w:lineRule="auto"/>
        <w:jc w:val="both"/>
        <w:rPr>
          <w:b/>
          <w:bCs/>
          <w:sz w:val="24"/>
          <w:szCs w:val="24"/>
        </w:rPr>
      </w:pPr>
      <w:r w:rsidRPr="008E3C80">
        <w:rPr>
          <w:b/>
          <w:bCs/>
        </w:rPr>
        <w:t>Задание 2</w:t>
      </w:r>
      <w:r>
        <w:rPr>
          <w:rFonts w:ascii="Arial" w:hAnsi="Arial" w:cs="Arial"/>
          <w:sz w:val="24"/>
          <w:szCs w:val="24"/>
        </w:rPr>
        <w:t xml:space="preserve">. </w:t>
      </w:r>
      <w:r w:rsidRPr="008E3C80">
        <w:rPr>
          <w:b/>
          <w:bCs/>
          <w:sz w:val="24"/>
          <w:szCs w:val="24"/>
        </w:rPr>
        <w:t>Максимальное количество баллов - 14</w:t>
      </w:r>
    </w:p>
    <w:p w:rsidR="00EB0715" w:rsidRPr="0064646A" w:rsidRDefault="00EB0715" w:rsidP="00717F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646A">
        <w:rPr>
          <w:rFonts w:ascii="Arial" w:hAnsi="Arial" w:cs="Arial"/>
          <w:sz w:val="24"/>
          <w:szCs w:val="24"/>
        </w:rPr>
        <w:t>Океана  - 4 (2 б), пропущен Северный Ледовитый (2 б);  скаты, камбала, морские звезды обитают на дне (6 б, по 2 балла за названного животного); на дне океана сине-зеленых водорослей нет (2 б) (не проникает свет), нет китов (2 б) (обитают в верхних слоях воды). Если есть пояснения – поощрить, но в пределах максимально возможных баллов.</w:t>
      </w:r>
    </w:p>
    <w:p w:rsidR="00EB0715" w:rsidRPr="008E3C80" w:rsidRDefault="00EB0715" w:rsidP="00BC70EA">
      <w:pPr>
        <w:rPr>
          <w:b/>
          <w:bCs/>
        </w:rPr>
      </w:pPr>
      <w:r w:rsidRPr="008E3C80">
        <w:rPr>
          <w:b/>
          <w:bCs/>
        </w:rPr>
        <w:t>Задание 3.</w:t>
      </w:r>
      <w:r>
        <w:rPr>
          <w:b/>
          <w:bCs/>
        </w:rPr>
        <w:t xml:space="preserve"> Максимальное количество баллов - 10</w:t>
      </w:r>
    </w:p>
    <w:p w:rsidR="00EB0715" w:rsidRPr="0064646A" w:rsidRDefault="00EB0715" w:rsidP="00717FF4">
      <w:pPr>
        <w:spacing w:after="0" w:line="240" w:lineRule="auto"/>
        <w:jc w:val="both"/>
      </w:pPr>
      <w:r w:rsidRPr="0064646A">
        <w:rPr>
          <w:rFonts w:ascii="Arial" w:hAnsi="Arial" w:cs="Arial"/>
          <w:sz w:val="24"/>
          <w:szCs w:val="24"/>
        </w:rPr>
        <w:t>Почва (2 б). В качестве примера могут быть кроты, дождевые черви, личинки насекомых, жуки, полевые мыши, прочие землерои</w:t>
      </w:r>
      <w:r>
        <w:rPr>
          <w:rFonts w:ascii="Arial" w:hAnsi="Arial" w:cs="Arial"/>
          <w:sz w:val="24"/>
          <w:szCs w:val="24"/>
        </w:rPr>
        <w:t xml:space="preserve"> (макс. 4 б)</w:t>
      </w:r>
      <w:r w:rsidRPr="0064646A">
        <w:rPr>
          <w:rFonts w:ascii="Arial" w:hAnsi="Arial" w:cs="Arial"/>
          <w:sz w:val="24"/>
          <w:szCs w:val="24"/>
        </w:rPr>
        <w:t>. Используют почву также для кладки яиц (2 б), в качестве убежища (2 б).</w:t>
      </w:r>
    </w:p>
    <w:p w:rsidR="00EB0715" w:rsidRPr="0064646A" w:rsidRDefault="00EB0715"/>
    <w:sectPr w:rsidR="00EB0715" w:rsidRPr="0064646A" w:rsidSect="000A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0907"/>
    <w:multiLevelType w:val="hybridMultilevel"/>
    <w:tmpl w:val="C79E9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52C39"/>
    <w:multiLevelType w:val="hybridMultilevel"/>
    <w:tmpl w:val="9ADA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741"/>
    <w:rsid w:val="000575DD"/>
    <w:rsid w:val="000A0A5B"/>
    <w:rsid w:val="002071FA"/>
    <w:rsid w:val="002158FD"/>
    <w:rsid w:val="00393F21"/>
    <w:rsid w:val="003D61ED"/>
    <w:rsid w:val="00410954"/>
    <w:rsid w:val="00457199"/>
    <w:rsid w:val="005A2D83"/>
    <w:rsid w:val="005B36CF"/>
    <w:rsid w:val="005D4FD3"/>
    <w:rsid w:val="00625074"/>
    <w:rsid w:val="0064646A"/>
    <w:rsid w:val="006B1C51"/>
    <w:rsid w:val="00717FF4"/>
    <w:rsid w:val="00774084"/>
    <w:rsid w:val="007B1C8A"/>
    <w:rsid w:val="007B7C74"/>
    <w:rsid w:val="008162E0"/>
    <w:rsid w:val="008E3C80"/>
    <w:rsid w:val="00947D8D"/>
    <w:rsid w:val="00AB670C"/>
    <w:rsid w:val="00BC70EA"/>
    <w:rsid w:val="00C57348"/>
    <w:rsid w:val="00C6403D"/>
    <w:rsid w:val="00CA5741"/>
    <w:rsid w:val="00D00264"/>
    <w:rsid w:val="00D62F94"/>
    <w:rsid w:val="00E64E5C"/>
    <w:rsid w:val="00EB0715"/>
    <w:rsid w:val="00EB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0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70E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7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219</Words>
  <Characters>1250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10</cp:revision>
  <dcterms:created xsi:type="dcterms:W3CDTF">2015-09-16T04:27:00Z</dcterms:created>
  <dcterms:modified xsi:type="dcterms:W3CDTF">2015-09-30T13:28:00Z</dcterms:modified>
</cp:coreProperties>
</file>